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4E7AEDDD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5A5673">
        <w:rPr>
          <w:rFonts w:ascii="Corbel" w:hAnsi="Corbel"/>
          <w:i/>
          <w:smallCaps/>
          <w:sz w:val="24"/>
          <w:szCs w:val="24"/>
        </w:rPr>
        <w:t>2</w:t>
      </w:r>
      <w:r w:rsidR="00DC6D0C" w:rsidRPr="008E6EEB">
        <w:rPr>
          <w:rFonts w:ascii="Corbel" w:hAnsi="Corbel"/>
          <w:i/>
          <w:smallCaps/>
          <w:sz w:val="24"/>
          <w:szCs w:val="24"/>
        </w:rPr>
        <w:t>-202</w:t>
      </w:r>
      <w:r w:rsidR="005A5673">
        <w:rPr>
          <w:rFonts w:ascii="Corbel" w:hAnsi="Corbel"/>
          <w:i/>
          <w:smallCaps/>
          <w:sz w:val="24"/>
          <w:szCs w:val="24"/>
        </w:rPr>
        <w:t>5</w:t>
      </w:r>
    </w:p>
    <w:p w14:paraId="4B8A6268" w14:textId="7E686177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5A5673">
        <w:rPr>
          <w:rFonts w:ascii="Corbel" w:hAnsi="Corbel"/>
          <w:sz w:val="20"/>
          <w:szCs w:val="20"/>
        </w:rPr>
        <w:t>4</w:t>
      </w:r>
      <w:r w:rsidR="00F34AB0">
        <w:rPr>
          <w:rFonts w:ascii="Corbel" w:hAnsi="Corbel"/>
          <w:sz w:val="20"/>
          <w:szCs w:val="20"/>
        </w:rPr>
        <w:t>/202</w:t>
      </w:r>
      <w:r w:rsidR="005A5673">
        <w:rPr>
          <w:rFonts w:ascii="Corbel" w:hAnsi="Corbel"/>
          <w:sz w:val="20"/>
          <w:szCs w:val="20"/>
        </w:rPr>
        <w:t>5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3CD56769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35695620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51721437" w:rsidR="0085747A" w:rsidRPr="009C54AE" w:rsidRDefault="00B163EA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E6E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169D2E56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1342D707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2E41C75F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54AA5F9C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83FE3A" w14:textId="4BD6322B" w:rsidR="009C54AE" w:rsidRDefault="000B01A2" w:rsidP="0096007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30169C7D" w:rsidR="00AD666B" w:rsidRPr="00136301" w:rsidRDefault="002F6B4F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="00AD666B" w:rsidRPr="2F1F3454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B4135" w14:textId="77777777" w:rsidR="00F22A55" w:rsidRPr="009C54AE" w:rsidRDefault="00F22A55" w:rsidP="00F22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1177AE" w14:textId="77777777" w:rsidR="00F22A55" w:rsidRPr="009C54AE" w:rsidRDefault="00F22A55" w:rsidP="00F22A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A55" w:rsidRPr="009C54AE" w14:paraId="2C7708FA" w14:textId="77777777" w:rsidTr="00624228">
        <w:tc>
          <w:tcPr>
            <w:tcW w:w="9520" w:type="dxa"/>
          </w:tcPr>
          <w:p w14:paraId="7D29177D" w14:textId="77777777" w:rsidR="00F22A55" w:rsidRPr="009C54AE" w:rsidRDefault="00F22A55" w:rsidP="006242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2A55" w:rsidRPr="009C54AE" w14:paraId="351DCEEA" w14:textId="77777777" w:rsidTr="00624228">
        <w:tc>
          <w:tcPr>
            <w:tcW w:w="9520" w:type="dxa"/>
          </w:tcPr>
          <w:p w14:paraId="6DA02E51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F22A55" w:rsidRPr="009C54AE" w14:paraId="7EBA22EA" w14:textId="77777777" w:rsidTr="00624228">
        <w:tc>
          <w:tcPr>
            <w:tcW w:w="9520" w:type="dxa"/>
          </w:tcPr>
          <w:p w14:paraId="5397B9A7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22A55" w:rsidRPr="009C54AE" w14:paraId="690A7472" w14:textId="77777777" w:rsidTr="00624228">
        <w:tc>
          <w:tcPr>
            <w:tcW w:w="9520" w:type="dxa"/>
          </w:tcPr>
          <w:p w14:paraId="45DA76C0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="00F22A55" w:rsidRPr="009C54AE" w14:paraId="26E42CC6" w14:textId="77777777" w:rsidTr="00624228">
        <w:tc>
          <w:tcPr>
            <w:tcW w:w="9520" w:type="dxa"/>
          </w:tcPr>
          <w:p w14:paraId="51222B4E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procesie oceny inwestycji.</w:t>
            </w:r>
          </w:p>
        </w:tc>
      </w:tr>
      <w:tr w:rsidR="00F22A55" w:rsidRPr="009C54AE" w14:paraId="1825F4F6" w14:textId="77777777" w:rsidTr="00624228">
        <w:tc>
          <w:tcPr>
            <w:tcW w:w="9520" w:type="dxa"/>
          </w:tcPr>
          <w:p w14:paraId="1A966ED1" w14:textId="77777777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A55" w:rsidRPr="009C54AE" w14:paraId="5F736925" w14:textId="77777777" w:rsidTr="00624228">
        <w:tc>
          <w:tcPr>
            <w:tcW w:w="9520" w:type="dxa"/>
          </w:tcPr>
          <w:p w14:paraId="03333B37" w14:textId="3AD60C9A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14:paraId="6995AB2D" w14:textId="77777777" w:rsidR="00F22A55" w:rsidRPr="009C54AE" w:rsidRDefault="00F22A55" w:rsidP="00F22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4BC0F" w14:textId="5455EDC6" w:rsidR="00F22A55" w:rsidRPr="009C54AE" w:rsidRDefault="00F22A55" w:rsidP="00F22A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laboratoryjnych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180DAA81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EF74A" w14:textId="381AA6C7" w:rsidR="00F22A55" w:rsidRDefault="00F22A55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45E228" w14:textId="7F8FA236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65D3924" w14:textId="513E5505" w:rsidR="00AD666B" w:rsidRPr="007925C6" w:rsidRDefault="005A1D2C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bookmarkStart w:id="1" w:name="_GoBack"/>
            <w:bookmarkEnd w:id="1"/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14:paraId="5165F51E" w14:textId="050A422E" w:rsidR="00AD666B" w:rsidRPr="007925C6" w:rsidRDefault="005A1D2C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41FB" w:rsidRPr="007925C6" w14:paraId="12FD8812" w14:textId="77777777" w:rsidTr="2F1F3454">
        <w:tc>
          <w:tcPr>
            <w:tcW w:w="1961" w:type="dxa"/>
          </w:tcPr>
          <w:p w14:paraId="7BB12DA2" w14:textId="77777777" w:rsidR="00AC41FB" w:rsidRPr="007925C6" w:rsidRDefault="00AC41FB" w:rsidP="00AC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AC41FB" w:rsidRPr="007925C6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2AB944B" w:rsidR="00AC41FB" w:rsidRPr="00AC41FB" w:rsidRDefault="00AC41FB" w:rsidP="00AC41F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14:paraId="46247440" w14:textId="77777777" w:rsidTr="2F1F3454">
        <w:tc>
          <w:tcPr>
            <w:tcW w:w="1961" w:type="dxa"/>
          </w:tcPr>
          <w:p w14:paraId="19373509" w14:textId="48FC6EF5" w:rsidR="00AC41FB" w:rsidRDefault="00AC41FB" w:rsidP="00AC41F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5541F34" w:rsidR="00AC41FB" w:rsidRDefault="00AC41FB" w:rsidP="00AC41F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3AA422A0" w14:textId="17582B1D" w:rsidR="00AC41FB" w:rsidRPr="00AC41FB" w:rsidRDefault="00AC41FB" w:rsidP="00AC41FB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RPr="007925C6" w14:paraId="78685E6E" w14:textId="77777777" w:rsidTr="2F1F3454">
        <w:tc>
          <w:tcPr>
            <w:tcW w:w="1961" w:type="dxa"/>
          </w:tcPr>
          <w:p w14:paraId="2359CCD1" w14:textId="1C35E21A" w:rsidR="00AC41FB" w:rsidRPr="007925C6" w:rsidRDefault="00AC41FB" w:rsidP="00AC41F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AC41FB" w:rsidRPr="002C46FB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7D0A3533" w:rsidR="00AC41FB" w:rsidRPr="00AC41FB" w:rsidRDefault="00AC41FB" w:rsidP="00AC41F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46A1DA0A" w14:textId="098ED062" w:rsidR="00D7090B" w:rsidRPr="00082B89" w:rsidRDefault="00D7090B" w:rsidP="00D70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3AA862" w14:textId="26D4C8D2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3B2F0F62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6CF390BD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745DCA0" w14:textId="4F8768F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1C0D4380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B163EA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5598D5A0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3DCB29F5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C627DE5" w14:textId="70D52B73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28CFDF4B" w:rsidR="0079179F" w:rsidRPr="00C30BD1" w:rsidRDefault="00FA2935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14:paraId="579AACC4" w14:textId="2988B4C9" w:rsidR="0079179F" w:rsidRPr="00FA2935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2327CABE" w14:textId="04861172" w:rsidR="00FA2935" w:rsidRPr="00FA2935" w:rsidRDefault="00FA2935" w:rsidP="00FA293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22E51F2A" w14:textId="2EFACC03" w:rsidR="00FA2935" w:rsidRPr="00FA2935" w:rsidRDefault="00FA2935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66EBC0" w14:textId="28FA3C39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Wrzosek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5951D" w14:textId="77777777" w:rsidR="00CA543C" w:rsidRDefault="00CA543C" w:rsidP="00C16ABF">
      <w:pPr>
        <w:spacing w:after="0" w:line="240" w:lineRule="auto"/>
      </w:pPr>
      <w:r>
        <w:separator/>
      </w:r>
    </w:p>
  </w:endnote>
  <w:endnote w:type="continuationSeparator" w:id="0">
    <w:p w14:paraId="0DAB42AA" w14:textId="77777777" w:rsidR="00CA543C" w:rsidRDefault="00CA54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5DBE7" w14:textId="77777777" w:rsidR="00CA543C" w:rsidRDefault="00CA543C" w:rsidP="00C16ABF">
      <w:pPr>
        <w:spacing w:after="0" w:line="240" w:lineRule="auto"/>
      </w:pPr>
      <w:r>
        <w:separator/>
      </w:r>
    </w:p>
  </w:footnote>
  <w:footnote w:type="continuationSeparator" w:id="0">
    <w:p w14:paraId="34FA6305" w14:textId="77777777" w:rsidR="00CA543C" w:rsidRDefault="00CA543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19BD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D2C"/>
    <w:rsid w:val="005A3196"/>
    <w:rsid w:val="005A5673"/>
    <w:rsid w:val="005C080F"/>
    <w:rsid w:val="005C55E5"/>
    <w:rsid w:val="005C696A"/>
    <w:rsid w:val="005E6E85"/>
    <w:rsid w:val="005F31D2"/>
    <w:rsid w:val="005F3828"/>
    <w:rsid w:val="0061029B"/>
    <w:rsid w:val="00617230"/>
    <w:rsid w:val="00621CE1"/>
    <w:rsid w:val="00627FC9"/>
    <w:rsid w:val="00636F22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E02C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35B1"/>
    <w:rsid w:val="00B163EA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CE2"/>
    <w:rsid w:val="00C61DC5"/>
    <w:rsid w:val="00C67E92"/>
    <w:rsid w:val="00C70A26"/>
    <w:rsid w:val="00C766DF"/>
    <w:rsid w:val="00C94B98"/>
    <w:rsid w:val="00CA2B96"/>
    <w:rsid w:val="00CA5089"/>
    <w:rsid w:val="00CA543C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2A55"/>
    <w:rsid w:val="00F27A7B"/>
    <w:rsid w:val="00F34AB0"/>
    <w:rsid w:val="00F526AF"/>
    <w:rsid w:val="00F617C3"/>
    <w:rsid w:val="00F6253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EE8A0-998C-4416-9AC9-037781896182}"/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BEDBF9-F600-49A2-806A-6F6B608F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1066</Words>
  <Characters>6483</Characters>
  <Application>Microsoft Office Word</Application>
  <DocSecurity>0</DocSecurity>
  <Lines>202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autor</cp:lastModifiedBy>
  <cp:revision>3</cp:revision>
  <cp:lastPrinted>2019-02-06T12:12:00Z</cp:lastPrinted>
  <dcterms:created xsi:type="dcterms:W3CDTF">2022-05-27T07:08:00Z</dcterms:created>
  <dcterms:modified xsi:type="dcterms:W3CDTF">2022-05-27T07:18:00Z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